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1B" w:rsidRPr="008C13EF" w:rsidRDefault="0044231B" w:rsidP="00D56EC7">
      <w:pPr>
        <w:spacing w:after="120" w:line="240" w:lineRule="auto"/>
        <w:jc w:val="both"/>
        <w:rPr>
          <w:rFonts w:ascii="Arial" w:hAnsi="Arial" w:cs="Arial"/>
          <w:b/>
        </w:rPr>
      </w:pPr>
      <w:r w:rsidRPr="008C13EF">
        <w:rPr>
          <w:rFonts w:ascii="Arial" w:hAnsi="Arial" w:cs="Arial"/>
          <w:b/>
        </w:rPr>
        <w:t>Plan de Clases</w:t>
      </w:r>
    </w:p>
    <w:p w:rsidR="0044231B" w:rsidRPr="008C13EF" w:rsidRDefault="0044231B" w:rsidP="00D56EC7">
      <w:pPr>
        <w:spacing w:after="120" w:line="240" w:lineRule="auto"/>
        <w:jc w:val="both"/>
        <w:rPr>
          <w:rFonts w:ascii="Arial" w:hAnsi="Arial" w:cs="Arial"/>
          <w:b/>
        </w:rPr>
      </w:pPr>
      <w:r w:rsidRPr="008C13EF">
        <w:rPr>
          <w:rFonts w:ascii="Arial" w:hAnsi="Arial" w:cs="Arial"/>
          <w:b/>
        </w:rPr>
        <w:t>ASIGNATURA: Análisis de estructuras</w:t>
      </w:r>
    </w:p>
    <w:p w:rsidR="0044231B" w:rsidRPr="008C13EF" w:rsidRDefault="0044231B" w:rsidP="00D56EC7">
      <w:pPr>
        <w:spacing w:after="120" w:line="240" w:lineRule="auto"/>
        <w:jc w:val="both"/>
        <w:rPr>
          <w:rFonts w:ascii="Arial" w:hAnsi="Arial" w:cs="Arial"/>
          <w:b/>
        </w:rPr>
      </w:pPr>
      <w:r w:rsidRPr="008C13EF">
        <w:rPr>
          <w:rFonts w:ascii="Arial" w:hAnsi="Arial" w:cs="Arial"/>
          <w:b/>
        </w:rPr>
        <w:t xml:space="preserve">TEMA </w:t>
      </w:r>
      <w:proofErr w:type="gramStart"/>
      <w:r w:rsidRPr="008C13EF">
        <w:rPr>
          <w:rFonts w:ascii="Arial" w:hAnsi="Arial" w:cs="Arial"/>
          <w:b/>
        </w:rPr>
        <w:t>III  :</w:t>
      </w:r>
      <w:proofErr w:type="gramEnd"/>
      <w:r w:rsidRPr="008C13EF">
        <w:rPr>
          <w:rFonts w:ascii="Arial" w:hAnsi="Arial" w:cs="Arial"/>
          <w:b/>
        </w:rPr>
        <w:t xml:space="preserve"> Cálculo de Estructuras hiperestáticas.</w:t>
      </w:r>
    </w:p>
    <w:p w:rsidR="0044231B" w:rsidRPr="008C13EF" w:rsidRDefault="0044231B" w:rsidP="00D56EC7">
      <w:pPr>
        <w:spacing w:after="120" w:line="240" w:lineRule="auto"/>
        <w:jc w:val="both"/>
        <w:rPr>
          <w:rFonts w:ascii="Arial" w:hAnsi="Arial" w:cs="Arial"/>
          <w:b/>
        </w:rPr>
      </w:pPr>
      <w:r w:rsidRPr="008C13EF">
        <w:rPr>
          <w:rFonts w:ascii="Arial" w:hAnsi="Arial" w:cs="Arial"/>
          <w:b/>
        </w:rPr>
        <w:t xml:space="preserve">ACT. </w:t>
      </w:r>
      <w:r w:rsidR="009D67B1" w:rsidRPr="008C13EF">
        <w:rPr>
          <w:rFonts w:ascii="Arial" w:hAnsi="Arial" w:cs="Arial"/>
          <w:b/>
        </w:rPr>
        <w:t>DOCENTE</w:t>
      </w:r>
      <w:r w:rsidR="008D66E7" w:rsidRPr="008C13EF">
        <w:rPr>
          <w:rFonts w:ascii="Arial" w:hAnsi="Arial" w:cs="Arial"/>
          <w:b/>
        </w:rPr>
        <w:t>:</w:t>
      </w:r>
      <w:r w:rsidR="008D66E7">
        <w:rPr>
          <w:rFonts w:ascii="Arial" w:hAnsi="Arial" w:cs="Arial"/>
          <w:b/>
        </w:rPr>
        <w:t xml:space="preserve"> 1</w:t>
      </w:r>
      <w:r w:rsidR="00BA23A8">
        <w:rPr>
          <w:rFonts w:ascii="Arial" w:hAnsi="Arial" w:cs="Arial"/>
          <w:b/>
        </w:rPr>
        <w:t>3</w:t>
      </w:r>
    </w:p>
    <w:p w:rsidR="00BA23A8" w:rsidRDefault="0044231B" w:rsidP="00BA23A8">
      <w:pPr>
        <w:jc w:val="both"/>
        <w:rPr>
          <w:rFonts w:ascii="Arial" w:hAnsi="Arial" w:cs="Arial"/>
          <w:lang w:eastAsia="es-ES"/>
        </w:rPr>
      </w:pPr>
      <w:r w:rsidRPr="00D56EC7">
        <w:rPr>
          <w:rFonts w:ascii="Arial" w:hAnsi="Arial" w:cs="Arial"/>
          <w:b/>
        </w:rPr>
        <w:t>Título: C</w:t>
      </w:r>
      <w:r w:rsidR="008C13EF" w:rsidRPr="00D56EC7">
        <w:rPr>
          <w:rFonts w:ascii="Arial" w:hAnsi="Arial" w:cs="Arial"/>
          <w:b/>
        </w:rPr>
        <w:t xml:space="preserve"> #</w:t>
      </w:r>
      <w:r w:rsidR="008A3887">
        <w:rPr>
          <w:rFonts w:ascii="Arial" w:hAnsi="Arial" w:cs="Arial"/>
          <w:b/>
        </w:rPr>
        <w:t xml:space="preserve"> </w:t>
      </w:r>
      <w:r w:rsidR="00BA23A8">
        <w:rPr>
          <w:rFonts w:ascii="Arial" w:hAnsi="Arial" w:cs="Arial"/>
          <w:b/>
        </w:rPr>
        <w:t>9</w:t>
      </w:r>
      <w:r w:rsidR="008A3887">
        <w:rPr>
          <w:rFonts w:ascii="Arial" w:hAnsi="Arial" w:cs="Arial"/>
          <w:b/>
        </w:rPr>
        <w:t xml:space="preserve"> </w:t>
      </w:r>
      <w:r w:rsidR="00BA23A8">
        <w:rPr>
          <w:rFonts w:ascii="Arial" w:hAnsi="Arial" w:cs="Arial"/>
        </w:rPr>
        <w:t>Comprobación del cálculo de los coeficientes y términos independientes de las ecuaciones canónicas</w:t>
      </w:r>
    </w:p>
    <w:p w:rsidR="00BA23A8" w:rsidRPr="00D56EC7" w:rsidRDefault="00BA23A8" w:rsidP="00BA23A8">
      <w:pPr>
        <w:spacing w:line="240" w:lineRule="auto"/>
        <w:ind w:left="1276" w:hanging="1276"/>
        <w:jc w:val="both"/>
        <w:rPr>
          <w:rFonts w:ascii="Arial" w:hAnsi="Arial" w:cs="Arial"/>
          <w:b/>
        </w:rPr>
      </w:pPr>
    </w:p>
    <w:p w:rsidR="0044231B" w:rsidRDefault="0044231B" w:rsidP="00D56EC7">
      <w:pPr>
        <w:spacing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140C93">
        <w:rPr>
          <w:rFonts w:ascii="Arial" w:hAnsi="Arial" w:cs="Arial"/>
          <w:b/>
        </w:rPr>
        <w:t>Autor:</w:t>
      </w:r>
      <w:r w:rsidR="000240E0">
        <w:rPr>
          <w:rFonts w:ascii="Arial" w:hAnsi="Arial" w:cs="Arial"/>
        </w:rPr>
        <w:t xml:space="preserve"> MSc. Ing. Juan José Cruz</w:t>
      </w:r>
    </w:p>
    <w:p w:rsidR="000240E0" w:rsidRPr="008C13EF" w:rsidRDefault="000240E0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10020">
        <w:rPr>
          <w:rFonts w:ascii="Arial" w:hAnsi="Arial" w:cs="Arial"/>
        </w:rPr>
        <w:t xml:space="preserve">  Ing.</w:t>
      </w:r>
      <w:r>
        <w:rPr>
          <w:rFonts w:ascii="Arial" w:hAnsi="Arial" w:cs="Arial"/>
        </w:rPr>
        <w:t xml:space="preserve"> Mabel </w:t>
      </w:r>
      <w:r w:rsidR="00140C93">
        <w:rPr>
          <w:rFonts w:ascii="Arial" w:hAnsi="Arial" w:cs="Arial"/>
        </w:rPr>
        <w:t xml:space="preserve">Pérez Alfonso. </w:t>
      </w:r>
    </w:p>
    <w:p w:rsidR="0044231B" w:rsidRDefault="0044231B" w:rsidP="00D56EC7">
      <w:pPr>
        <w:pStyle w:val="Ttulo1"/>
        <w:jc w:val="both"/>
        <w:rPr>
          <w:rFonts w:cs="Arial"/>
          <w:color w:val="auto"/>
          <w:sz w:val="22"/>
          <w:szCs w:val="22"/>
        </w:rPr>
      </w:pPr>
      <w:r w:rsidRPr="008C13EF">
        <w:rPr>
          <w:rFonts w:cs="Arial"/>
          <w:color w:val="auto"/>
          <w:sz w:val="22"/>
          <w:szCs w:val="22"/>
        </w:rPr>
        <w:t>Objetivos:</w:t>
      </w:r>
      <w:r w:rsidR="00B96658">
        <w:rPr>
          <w:rFonts w:cs="Arial"/>
          <w:color w:val="auto"/>
          <w:sz w:val="22"/>
          <w:szCs w:val="22"/>
        </w:rPr>
        <w:t xml:space="preserve"> </w:t>
      </w:r>
    </w:p>
    <w:p w:rsidR="00B96658" w:rsidRPr="006027B6" w:rsidRDefault="00B96658" w:rsidP="00626A41">
      <w:pPr>
        <w:spacing w:line="240" w:lineRule="auto"/>
        <w:jc w:val="both"/>
        <w:rPr>
          <w:rFonts w:ascii="Arial" w:hAnsi="Arial" w:cs="Arial"/>
        </w:rPr>
      </w:pPr>
      <w:r w:rsidRPr="006027B6">
        <w:rPr>
          <w:rFonts w:ascii="Arial" w:hAnsi="Arial" w:cs="Arial"/>
        </w:rPr>
        <w:t>Que los alumnos sean capaces de:</w:t>
      </w:r>
    </w:p>
    <w:p w:rsidR="006027B6" w:rsidRPr="006027B6" w:rsidRDefault="006027B6" w:rsidP="006027B6">
      <w:pPr>
        <w:jc w:val="both"/>
        <w:rPr>
          <w:rFonts w:ascii="Arial" w:hAnsi="Arial" w:cs="Arial"/>
          <w:lang w:eastAsia="es-ES"/>
        </w:rPr>
      </w:pPr>
      <w:r w:rsidRPr="006027B6">
        <w:rPr>
          <w:rFonts w:ascii="Arial" w:hAnsi="Arial" w:cs="Arial"/>
        </w:rPr>
        <w:t>Comprobar el</w:t>
      </w:r>
      <w:r w:rsidRPr="006027B6">
        <w:t xml:space="preserve"> </w:t>
      </w:r>
      <w:r w:rsidRPr="006027B6">
        <w:rPr>
          <w:rFonts w:ascii="Arial" w:hAnsi="Arial" w:cs="Arial"/>
        </w:rPr>
        <w:t>cálculo de los coeficientes y términos independientes de las ecuaciones canónicas</w:t>
      </w:r>
    </w:p>
    <w:p w:rsidR="00140C93" w:rsidRPr="00140C93" w:rsidRDefault="006027B6" w:rsidP="00D56EC7">
      <w:pPr>
        <w:spacing w:line="240" w:lineRule="auto"/>
        <w:jc w:val="both"/>
        <w:rPr>
          <w:b/>
        </w:rPr>
      </w:pPr>
      <w:r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-359410</wp:posOffset>
            </wp:positionH>
            <wp:positionV relativeFrom="paragraph">
              <wp:posOffset>199390</wp:posOffset>
            </wp:positionV>
            <wp:extent cx="6043295" cy="1221740"/>
            <wp:effectExtent l="38100" t="57150" r="14605" b="35560"/>
            <wp:wrapTight wrapText="bothSides">
              <wp:wrapPolygon edited="0">
                <wp:start x="19514" y="-260"/>
                <wp:lineTo x="-98" y="-606"/>
                <wp:lineTo x="-175" y="21283"/>
                <wp:lineTo x="3774" y="21624"/>
                <wp:lineTo x="5612" y="21782"/>
                <wp:lineTo x="21615" y="21817"/>
                <wp:lineTo x="21692" y="-72"/>
                <wp:lineTo x="19514" y="-260"/>
              </wp:wrapPolygon>
            </wp:wrapTight>
            <wp:docPr id="1" name="Imagen 1" descr="C:\Users\store\Documents\JJCA\Clases ING_CIVIL\AnalisisdeEstructuras\Bibliografía\RETICULADOSHIPERESTATICOSPLANOS.PEDROGUTIERREZMORA\RETICULADOS HIPERESTATICOS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e\Documents\JJCA\Clases ING_CIVIL\AnalisisdeEstructuras\Bibliografía\RETICULADOSHIPERESTATICOSPLANOS.PEDROGUTIERREZMORA\RETICULADOS HIPERESTATICOS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 t="68688" r="7209" b="18673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6043295" cy="122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0C93" w:rsidRPr="00140C93">
        <w:rPr>
          <w:b/>
        </w:rPr>
        <w:t>Introducción.</w:t>
      </w:r>
    </w:p>
    <w:p w:rsidR="00E23674" w:rsidRPr="00626A41" w:rsidRDefault="00480D8A" w:rsidP="00D56EC7">
      <w:pPr>
        <w:spacing w:line="240" w:lineRule="auto"/>
        <w:jc w:val="both"/>
        <w:rPr>
          <w:b/>
        </w:rPr>
      </w:pPr>
      <w:r>
        <w:rPr>
          <w:b/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-344805</wp:posOffset>
            </wp:positionH>
            <wp:positionV relativeFrom="paragraph">
              <wp:posOffset>280670</wp:posOffset>
            </wp:positionV>
            <wp:extent cx="4820920" cy="1694815"/>
            <wp:effectExtent l="38100" t="38100" r="17780" b="38735"/>
            <wp:wrapTight wrapText="bothSides">
              <wp:wrapPolygon edited="0">
                <wp:start x="16798" y="-190"/>
                <wp:lineTo x="-104" y="-300"/>
                <wp:lineTo x="-153" y="21552"/>
                <wp:lineTo x="700" y="21594"/>
                <wp:lineTo x="14440" y="22276"/>
                <wp:lineTo x="21615" y="21661"/>
                <wp:lineTo x="21747" y="56"/>
                <wp:lineTo x="16798" y="-190"/>
              </wp:wrapPolygon>
            </wp:wrapTight>
            <wp:docPr id="2" name="Imagen 1" descr="C:\Users\store\Documents\JJCA\Clases ING_CIVIL\AnalisisdeEstructuras\Bibliografía\RETICULADOSHIPERESTATICOSPLANOS.PEDROGUTIERREZMORA\RETICULADOS HIPERESTATICOS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e\Documents\JJCA\Clases ING_CIVIL\AnalisisdeEstructuras\Bibliografía\RETICULADOSHIPERESTATICOSPLANOS.PEDROGUTIERREZMORA\RETICULADOS HIPERESTATICOS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 t="80915" r="8399" b="-9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4820920" cy="169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6A41" w:rsidRPr="00626A41">
        <w:rPr>
          <w:b/>
        </w:rPr>
        <w:t>Desarrollo:</w:t>
      </w:r>
    </w:p>
    <w:p w:rsidR="00626A41" w:rsidRDefault="00626A41" w:rsidP="00D56EC7">
      <w:pPr>
        <w:spacing w:line="240" w:lineRule="auto"/>
        <w:jc w:val="both"/>
      </w:pPr>
    </w:p>
    <w:p w:rsidR="00E23674" w:rsidRPr="00B96658" w:rsidRDefault="00E23674" w:rsidP="00D56EC7">
      <w:pPr>
        <w:spacing w:line="240" w:lineRule="auto"/>
        <w:jc w:val="both"/>
      </w:pPr>
    </w:p>
    <w:p w:rsidR="0044231B" w:rsidRPr="008C13EF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44231B" w:rsidRPr="008C13EF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44231B" w:rsidRPr="008C13EF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44231B" w:rsidRPr="008C13EF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44231B" w:rsidRPr="008C13EF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44231B" w:rsidRDefault="0044231B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480D8A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0</wp:posOffset>
            </wp:positionV>
            <wp:extent cx="5454015" cy="8698230"/>
            <wp:effectExtent l="19050" t="0" r="0" b="0"/>
            <wp:wrapTight wrapText="bothSides">
              <wp:wrapPolygon edited="0">
                <wp:start x="-75" y="0"/>
                <wp:lineTo x="-75" y="21572"/>
                <wp:lineTo x="21577" y="21572"/>
                <wp:lineTo x="21577" y="0"/>
                <wp:lineTo x="-75" y="0"/>
              </wp:wrapPolygon>
            </wp:wrapTight>
            <wp:docPr id="3" name="Imagen 2" descr="C:\Users\store\Documents\JJCA\Clases ING_CIVIL\AnalisisdeEstructuras\Bibliografía\RETICULADOSHIPERESTATICOSPLANOS.PEDROGUTIERREZMORA\RETICULADOS HIPERESTATICOS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e\Documents\JJCA\Clases ING_CIVIL\AnalisisdeEstructuras\Bibliografía\RETICULADOSHIPERESTATICOSPLANOS.PEDROGUTIERREZMORA\RETICULADOS HIPERESTATICOS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 l="5588" t="7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015" cy="869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50117" w:rsidRDefault="00B50117" w:rsidP="00D56EC7">
      <w:pPr>
        <w:spacing w:line="240" w:lineRule="auto"/>
        <w:jc w:val="both"/>
        <w:rPr>
          <w:rFonts w:ascii="Arial" w:hAnsi="Arial" w:cs="Arial"/>
        </w:rPr>
      </w:pPr>
    </w:p>
    <w:p w:rsidR="00B17C6A" w:rsidRDefault="00B17C6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A25B7F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182880</wp:posOffset>
            </wp:positionV>
            <wp:extent cx="5562600" cy="7712710"/>
            <wp:effectExtent l="19050" t="0" r="0" b="0"/>
            <wp:wrapTight wrapText="bothSides">
              <wp:wrapPolygon edited="0">
                <wp:start x="-74" y="0"/>
                <wp:lineTo x="-74" y="21554"/>
                <wp:lineTo x="21600" y="21554"/>
                <wp:lineTo x="21600" y="0"/>
                <wp:lineTo x="-74" y="0"/>
              </wp:wrapPolygon>
            </wp:wrapTight>
            <wp:docPr id="4" name="Imagen 3" descr="C:\Users\store\Documents\JJCA\Clases ING_CIVIL\AnalisisdeEstructuras\Bibliografía\RETICULADOSHIPERESTATICOSPLANOS.PEDROGUTIERREZMORA\RETICULADOS HIPERESTATICOS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ore\Documents\JJCA\Clases ING_CIVIL\AnalisisdeEstructuras\Bibliografía\RETICULADOSHIPERESTATICOSPLANOS.PEDROGUTIERREZMORA\RETICULADOS HIPERESTATICOS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 l="11497" t="8868" r="6276" b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71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A25B7F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216535</wp:posOffset>
            </wp:positionV>
            <wp:extent cx="5462270" cy="8753475"/>
            <wp:effectExtent l="95250" t="57150" r="81280" b="28575"/>
            <wp:wrapTight wrapText="bothSides">
              <wp:wrapPolygon edited="0">
                <wp:start x="-154" y="-23"/>
                <wp:lineTo x="-194" y="12013"/>
                <wp:lineTo x="-75" y="21650"/>
                <wp:lineTo x="3620" y="21750"/>
                <wp:lineTo x="17102" y="21604"/>
                <wp:lineTo x="21697" y="21553"/>
                <wp:lineTo x="21697" y="21553"/>
                <wp:lineTo x="21752" y="20848"/>
                <wp:lineTo x="21688" y="18545"/>
                <wp:lineTo x="21743" y="17839"/>
                <wp:lineTo x="21679" y="15536"/>
                <wp:lineTo x="21734" y="14830"/>
                <wp:lineTo x="21691" y="13279"/>
                <wp:lineTo x="21747" y="12573"/>
                <wp:lineTo x="21682" y="10270"/>
                <wp:lineTo x="21738" y="9564"/>
                <wp:lineTo x="21694" y="8013"/>
                <wp:lineTo x="21750" y="7307"/>
                <wp:lineTo x="21686" y="5004"/>
                <wp:lineTo x="21741" y="4299"/>
                <wp:lineTo x="21619" y="-72"/>
                <wp:lineTo x="901" y="-35"/>
                <wp:lineTo x="-154" y="-23"/>
              </wp:wrapPolygon>
            </wp:wrapTight>
            <wp:docPr id="5" name="Imagen 4" descr="C:\Users\store\Documents\JJCA\Clases ING_CIVIL\AnalisisdeEstructuras\Bibliografía\RETICULADOSHIPERESTATICOSPLANOS.PEDROGUTIERREZMORA\RETICULADOS HIPERESTATICOS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ore\Documents\JJCA\Clases ING_CIVIL\AnalisisdeEstructuras\Bibliografía\RETICULADOSHIPERESTATICOSPLANOS.PEDROGUTIERREZMORA\RETICULADOS HIPERESTATICOS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</a:blip>
                    <a:srcRect l="6375" t="9482" r="290"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5462270" cy="875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480D8A" w:rsidRDefault="00685EF3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-211455</wp:posOffset>
            </wp:positionH>
            <wp:positionV relativeFrom="paragraph">
              <wp:posOffset>295910</wp:posOffset>
            </wp:positionV>
            <wp:extent cx="5810250" cy="6451600"/>
            <wp:effectExtent l="76200" t="57150" r="57150" b="44450"/>
            <wp:wrapTight wrapText="bothSides">
              <wp:wrapPolygon edited="0">
                <wp:start x="19900" y="-50"/>
                <wp:lineTo x="-74" y="-109"/>
                <wp:lineTo x="-140" y="21579"/>
                <wp:lineTo x="1347" y="21602"/>
                <wp:lineTo x="10269" y="21742"/>
                <wp:lineTo x="21604" y="21665"/>
                <wp:lineTo x="21727" y="15288"/>
                <wp:lineTo x="21675" y="14331"/>
                <wp:lineTo x="21735" y="11206"/>
                <wp:lineTo x="21683" y="10248"/>
                <wp:lineTo x="21744" y="7123"/>
                <wp:lineTo x="21691" y="6166"/>
                <wp:lineTo x="21732" y="4061"/>
                <wp:lineTo x="21680" y="3104"/>
                <wp:lineTo x="21741" y="-21"/>
                <wp:lineTo x="19900" y="-50"/>
              </wp:wrapPolygon>
            </wp:wrapTight>
            <wp:docPr id="7" name="Imagen 5" descr="C:\Users\store\Documents\JJCA\Clases ING_CIVIL\AnalisisdeEstructuras\Bibliografía\RETICULADOSHIPERESTATICOSPLANOS.PEDROGUTIERREZMORA\RETICULADOS HIPERESTATICOS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ore\Documents\JJCA\Clases ING_CIVIL\AnalisisdeEstructuras\Bibliografía\RETICULADOSHIPERESTATICOSPLANOS.PEDROGUTIERREZMORA\RETICULADOS HIPERESTATICOS7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0000"/>
                    </a:blip>
                    <a:srcRect t="9539" r="8005" b="17437"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5810250" cy="645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0D8A" w:rsidRDefault="00480D8A" w:rsidP="00D56EC7">
      <w:pPr>
        <w:spacing w:line="240" w:lineRule="auto"/>
        <w:jc w:val="both"/>
        <w:rPr>
          <w:rFonts w:ascii="Arial" w:hAnsi="Arial" w:cs="Arial"/>
        </w:rPr>
      </w:pPr>
    </w:p>
    <w:p w:rsidR="00083C82" w:rsidRDefault="00083C82" w:rsidP="00D56EC7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Comprobación:</w:t>
      </w:r>
    </w:p>
    <w:p w:rsidR="009D67B1" w:rsidRDefault="00480D8A" w:rsidP="00480D8A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480D8A">
        <w:rPr>
          <w:rFonts w:ascii="Arial" w:hAnsi="Arial" w:cs="Arial"/>
        </w:rPr>
        <w:t xml:space="preserve">Mencione las comprobaciones que se establecen para el cálculo de los coeficientes y términos independientes </w:t>
      </w:r>
    </w:p>
    <w:p w:rsidR="00480D8A" w:rsidRPr="00480D8A" w:rsidRDefault="00480D8A" w:rsidP="00480D8A">
      <w:pPr>
        <w:pStyle w:val="Prrafodelista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Plantee sus expresiones y explíquelas.  </w:t>
      </w:r>
    </w:p>
    <w:p w:rsidR="009D67B1" w:rsidRDefault="008D66E7" w:rsidP="00626A4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Orientación:</w:t>
      </w:r>
    </w:p>
    <w:p w:rsidR="008D66E7" w:rsidRDefault="008D66E7" w:rsidP="00626A4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Estudiar Epig.1</w:t>
      </w:r>
      <w:r w:rsidR="00480D8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Pp.</w:t>
      </w:r>
      <w:r w:rsidR="00480D8A">
        <w:rPr>
          <w:rFonts w:ascii="Arial" w:hAnsi="Arial" w:cs="Arial"/>
        </w:rPr>
        <w:t>76-</w:t>
      </w:r>
      <w:r w:rsidR="00685EF3">
        <w:rPr>
          <w:rFonts w:ascii="Arial" w:hAnsi="Arial" w:cs="Arial"/>
        </w:rPr>
        <w:t>80</w:t>
      </w:r>
    </w:p>
    <w:p w:rsidR="00626A41" w:rsidRDefault="00626A41" w:rsidP="00626A4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Bibliografía:</w:t>
      </w:r>
    </w:p>
    <w:p w:rsidR="0043751B" w:rsidRDefault="00626A41" w:rsidP="00626A4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Gutiérrez Mora, Pedro, Reticulados Hiperestáticos Planos. </w:t>
      </w:r>
    </w:p>
    <w:p w:rsidR="00083C82" w:rsidRDefault="00083C82" w:rsidP="00D56EC7">
      <w:pPr>
        <w:spacing w:line="240" w:lineRule="auto"/>
        <w:jc w:val="both"/>
        <w:rPr>
          <w:rFonts w:ascii="Arial" w:hAnsi="Arial" w:cs="Arial"/>
        </w:rPr>
      </w:pPr>
    </w:p>
    <w:sectPr w:rsidR="00083C82" w:rsidSect="00D56EC7">
      <w:pgSz w:w="11906" w:h="16838"/>
      <w:pgMar w:top="851" w:right="1558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0078"/>
    <w:multiLevelType w:val="hybridMultilevel"/>
    <w:tmpl w:val="717043F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74370"/>
    <w:multiLevelType w:val="hybridMultilevel"/>
    <w:tmpl w:val="D938C2C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32B70"/>
    <w:multiLevelType w:val="hybridMultilevel"/>
    <w:tmpl w:val="4628FD7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4482C"/>
    <w:multiLevelType w:val="hybridMultilevel"/>
    <w:tmpl w:val="1584C9D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3887"/>
    <w:rsid w:val="000240E0"/>
    <w:rsid w:val="000750B9"/>
    <w:rsid w:val="00083C82"/>
    <w:rsid w:val="00140C93"/>
    <w:rsid w:val="001C7229"/>
    <w:rsid w:val="001F5AC0"/>
    <w:rsid w:val="00292F4C"/>
    <w:rsid w:val="002B3E29"/>
    <w:rsid w:val="00370F27"/>
    <w:rsid w:val="0043751B"/>
    <w:rsid w:val="0044231B"/>
    <w:rsid w:val="00480D8A"/>
    <w:rsid w:val="004F26FE"/>
    <w:rsid w:val="006027B6"/>
    <w:rsid w:val="00610020"/>
    <w:rsid w:val="00626A41"/>
    <w:rsid w:val="00685EF3"/>
    <w:rsid w:val="006A78F3"/>
    <w:rsid w:val="0071076B"/>
    <w:rsid w:val="00717C7C"/>
    <w:rsid w:val="007E7204"/>
    <w:rsid w:val="008A3887"/>
    <w:rsid w:val="008C13EF"/>
    <w:rsid w:val="008D66E7"/>
    <w:rsid w:val="008E0B15"/>
    <w:rsid w:val="009A34B2"/>
    <w:rsid w:val="009D67B1"/>
    <w:rsid w:val="00A25B7F"/>
    <w:rsid w:val="00A53B5C"/>
    <w:rsid w:val="00A84F21"/>
    <w:rsid w:val="00B17C6A"/>
    <w:rsid w:val="00B50117"/>
    <w:rsid w:val="00B96658"/>
    <w:rsid w:val="00BA23A8"/>
    <w:rsid w:val="00C025E5"/>
    <w:rsid w:val="00D56EC7"/>
    <w:rsid w:val="00DC7CFB"/>
    <w:rsid w:val="00E0122F"/>
    <w:rsid w:val="00E2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CF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44231B"/>
    <w:pPr>
      <w:spacing w:before="240" w:after="360" w:line="240" w:lineRule="auto"/>
      <w:outlineLvl w:val="0"/>
    </w:pPr>
    <w:rPr>
      <w:rFonts w:ascii="Arial" w:eastAsia="Times New Roman" w:hAnsi="Arial"/>
      <w:b/>
      <w:color w:val="333399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231B"/>
    <w:rPr>
      <w:rFonts w:ascii="Arial" w:eastAsia="Times New Roman" w:hAnsi="Arial" w:cs="Times New Roman"/>
      <w:b/>
      <w:color w:val="333399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0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76B"/>
    <w:rPr>
      <w:rFonts w:ascii="Tahoma" w:hAnsi="Tahoma" w:cs="Tahoma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602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JJCA\Clases%20ING_CIVIL\AnalisisdeEstructuras\Conferencias\Plan%20de%20Clases%20%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 de Clases  </Template>
  <TotalTime>7</TotalTime>
  <Pages>5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838</CharactersWithSpaces>
  <SharedDoc>false</SharedDoc>
  <HLinks>
    <vt:vector size="6" baseType="variant">
      <vt:variant>
        <vt:i4>10354756</vt:i4>
      </vt:variant>
      <vt:variant>
        <vt:i4>-1</vt:i4>
      </vt:variant>
      <vt:variant>
        <vt:i4>1026</vt:i4>
      </vt:variant>
      <vt:variant>
        <vt:i4>1</vt:i4>
      </vt:variant>
      <vt:variant>
        <vt:lpwstr>C:\Users\store\Documents\JJCA\Clases ING_CIVIL\AnalisisdeEstructuras\Bibliografía\RETICULADOSHIPERESTATICOSPLANOS.PEDROGUTIERREZMORA\RETICULADOS HIPERESTATICOS54.gif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store</dc:creator>
  <cp:lastModifiedBy>Juan Jose</cp:lastModifiedBy>
  <cp:revision>4</cp:revision>
  <dcterms:created xsi:type="dcterms:W3CDTF">2011-03-03T00:46:00Z</dcterms:created>
  <dcterms:modified xsi:type="dcterms:W3CDTF">2013-10-25T04:32:00Z</dcterms:modified>
</cp:coreProperties>
</file>